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B38B53" w14:textId="77777777" w:rsidR="00112BF5" w:rsidRDefault="00112BF5" w:rsidP="00112BF5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54BB0B54" wp14:editId="26AE8649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31800" cy="431800"/>
            <wp:effectExtent l="0" t="0" r="6350" b="6350"/>
            <wp:wrapTight wrapText="bothSides">
              <wp:wrapPolygon edited="0">
                <wp:start x="0" y="0"/>
                <wp:lineTo x="0" y="20965"/>
                <wp:lineTo x="20965" y="20965"/>
                <wp:lineTo x="20965" y="0"/>
                <wp:lineTo x="0" y="0"/>
              </wp:wrapPolygon>
            </wp:wrapTight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F4C492" w14:textId="77777777" w:rsidR="00112BF5" w:rsidRDefault="00112BF5" w:rsidP="00112BF5">
      <w:pPr>
        <w:rPr>
          <w:b/>
          <w:sz w:val="28"/>
          <w:szCs w:val="28"/>
        </w:rPr>
      </w:pPr>
    </w:p>
    <w:p w14:paraId="1E25F194" w14:textId="77777777" w:rsidR="00112BF5" w:rsidRPr="00112BF5" w:rsidRDefault="00112BF5" w:rsidP="00112BF5">
      <w:pPr>
        <w:rPr>
          <w:b/>
          <w:color w:val="1F3864" w:themeColor="accent1" w:themeShade="80"/>
          <w:sz w:val="28"/>
          <w:szCs w:val="28"/>
        </w:rPr>
      </w:pPr>
      <w:r w:rsidRPr="00112BF5">
        <w:rPr>
          <w:b/>
          <w:noProof/>
          <w:color w:val="1F3864" w:themeColor="accent1" w:themeShade="80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0626029" wp14:editId="290FBCDE">
            <wp:simplePos x="0" y="0"/>
            <wp:positionH relativeFrom="margin">
              <wp:align>left</wp:align>
            </wp:positionH>
            <wp:positionV relativeFrom="paragraph">
              <wp:posOffset>327025</wp:posOffset>
            </wp:positionV>
            <wp:extent cx="1619885" cy="450850"/>
            <wp:effectExtent l="0" t="0" r="0" b="6350"/>
            <wp:wrapSquare wrapText="bothSides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2BF5">
        <w:rPr>
          <w:b/>
          <w:color w:val="1F3864" w:themeColor="accent1" w:themeShade="80"/>
          <w:sz w:val="28"/>
          <w:szCs w:val="28"/>
        </w:rPr>
        <w:t>ΕΛΛΗΝΙΚΗ ΔΗΜΟΚΡΑΤΙΑ</w:t>
      </w:r>
    </w:p>
    <w:p w14:paraId="30B17AC1" w14:textId="77777777" w:rsidR="00112BF5" w:rsidRDefault="00112BF5" w:rsidP="00112BF5">
      <w:pPr>
        <w:rPr>
          <w:b/>
          <w:sz w:val="28"/>
          <w:szCs w:val="28"/>
        </w:rPr>
      </w:pPr>
    </w:p>
    <w:p w14:paraId="23BF1C9A" w14:textId="77777777" w:rsidR="00112BF5" w:rsidRPr="00112BF5" w:rsidRDefault="00112BF5" w:rsidP="00112BF5">
      <w:pPr>
        <w:rPr>
          <w:b/>
          <w:sz w:val="28"/>
          <w:szCs w:val="28"/>
        </w:rPr>
      </w:pPr>
    </w:p>
    <w:p w14:paraId="75B8F54B" w14:textId="77777777" w:rsidR="00153F79" w:rsidRPr="009603F4" w:rsidRDefault="002535A7" w:rsidP="00112BF5">
      <w:pPr>
        <w:spacing w:after="0"/>
        <w:jc w:val="center"/>
        <w:rPr>
          <w:b/>
          <w:sz w:val="28"/>
          <w:szCs w:val="28"/>
        </w:rPr>
      </w:pPr>
      <w:r w:rsidRPr="009603F4">
        <w:rPr>
          <w:b/>
          <w:sz w:val="28"/>
          <w:szCs w:val="28"/>
        </w:rPr>
        <w:t>ΥΠΟΔΕΙΓΜΑ</w:t>
      </w:r>
    </w:p>
    <w:p w14:paraId="53A724AC" w14:textId="117B67E5" w:rsidR="00437EDB" w:rsidRDefault="00023553" w:rsidP="00437E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caps/>
        </w:rPr>
      </w:pPr>
      <w:r>
        <w:rPr>
          <w:b/>
          <w:caps/>
        </w:rPr>
        <w:t xml:space="preserve">ΓΝΩΣΤΟΠΟΙΗΣΗ </w:t>
      </w:r>
      <w:r w:rsidR="008A50DA" w:rsidRPr="00437EDB">
        <w:rPr>
          <w:b/>
          <w:caps/>
        </w:rPr>
        <w:t>Δηλούντ</w:t>
      </w:r>
      <w:r>
        <w:rPr>
          <w:b/>
          <w:caps/>
        </w:rPr>
        <w:t>ΟΣ</w:t>
      </w:r>
      <w:r w:rsidR="008A50DA" w:rsidRPr="00437EDB">
        <w:rPr>
          <w:b/>
          <w:caps/>
        </w:rPr>
        <w:t xml:space="preserve"> Φορέ</w:t>
      </w:r>
      <w:r>
        <w:rPr>
          <w:b/>
          <w:caps/>
        </w:rPr>
        <w:t>Α</w:t>
      </w:r>
      <w:r w:rsidR="008A50DA" w:rsidRPr="00437EDB">
        <w:rPr>
          <w:b/>
          <w:caps/>
        </w:rPr>
        <w:t xml:space="preserve"> Εκμετάλλευσης Πλατφόρμας (ΔΦ</w:t>
      </w:r>
      <w:r w:rsidR="00AC457E">
        <w:rPr>
          <w:b/>
          <w:caps/>
          <w:lang w:val="en-US"/>
        </w:rPr>
        <w:t>E</w:t>
      </w:r>
      <w:r w:rsidR="008A50DA" w:rsidRPr="00437EDB">
        <w:rPr>
          <w:b/>
          <w:caps/>
        </w:rPr>
        <w:t xml:space="preserve">Π) της περ. β’ της παρ. 4 της Ενότητας Α’ του Τμήματος Ι του Παραρτήματος </w:t>
      </w:r>
      <w:r w:rsidR="008A50DA" w:rsidRPr="00437EDB">
        <w:rPr>
          <w:b/>
          <w:caps/>
          <w:lang w:val="en-US"/>
        </w:rPr>
        <w:t>V</w:t>
      </w:r>
      <w:r w:rsidR="008A50DA" w:rsidRPr="00437EDB">
        <w:rPr>
          <w:b/>
          <w:caps/>
        </w:rPr>
        <w:t xml:space="preserve"> του ν. 4170/2013 </w:t>
      </w:r>
      <w:r>
        <w:rPr>
          <w:b/>
          <w:caps/>
        </w:rPr>
        <w:t xml:space="preserve">ΠΕΡΙ ΜΗ ΔΙΕΞΑΓΩΓΗΣ </w:t>
      </w:r>
      <w:r w:rsidRPr="00B726B1">
        <w:rPr>
          <w:b/>
          <w:caps/>
        </w:rPr>
        <w:t xml:space="preserve">ΔΡΑΣΤΗΡΙΟΤΗΤΑΣ Ως </w:t>
      </w:r>
      <w:r w:rsidRPr="00511C8A">
        <w:rPr>
          <w:b/>
          <w:caps/>
        </w:rPr>
        <w:t>ΦΟΡΕΑ</w:t>
      </w:r>
      <w:r w:rsidRPr="00B726B1">
        <w:rPr>
          <w:b/>
          <w:caps/>
        </w:rPr>
        <w:t xml:space="preserve"> ΕΚΜΕΤΑΛΛΕΥΣΗΣ</w:t>
      </w:r>
      <w:r>
        <w:rPr>
          <w:b/>
          <w:caps/>
        </w:rPr>
        <w:t xml:space="preserve"> ΠΛΑΤΦΟΡΜΑΣ</w:t>
      </w:r>
      <w:r w:rsidR="00E3525E">
        <w:rPr>
          <w:b/>
          <w:caps/>
        </w:rPr>
        <w:t>.</w:t>
      </w:r>
    </w:p>
    <w:p w14:paraId="4E36C003" w14:textId="77777777" w:rsidR="009E77E9" w:rsidRPr="00437EDB" w:rsidRDefault="008A50DA" w:rsidP="008A5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aps/>
        </w:rPr>
      </w:pPr>
      <w:r w:rsidRPr="00437EDB">
        <w:rPr>
          <w:b/>
          <w:caps/>
        </w:rPr>
        <w:t>Το παρόν επέχει θέση υπεύθυνης δήλωσης του άρθρου 8 του ν. 1599/1986</w:t>
      </w:r>
      <w:r w:rsidR="00E3525E">
        <w:rPr>
          <w:b/>
          <w:caps/>
        </w:rPr>
        <w:t>.</w:t>
      </w:r>
    </w:p>
    <w:p w14:paraId="257111A7" w14:textId="77777777" w:rsidR="009E77E9" w:rsidRDefault="009E77E9" w:rsidP="00D56CCA">
      <w:pPr>
        <w:spacing w:after="120"/>
        <w:jc w:val="center"/>
      </w:pPr>
    </w:p>
    <w:tbl>
      <w:tblPr>
        <w:tblStyle w:val="a3"/>
        <w:tblW w:w="8647" w:type="dxa"/>
        <w:tblInd w:w="-147" w:type="dxa"/>
        <w:tblLook w:val="04A0" w:firstRow="1" w:lastRow="0" w:firstColumn="1" w:lastColumn="0" w:noHBand="0" w:noVBand="1"/>
      </w:tblPr>
      <w:tblGrid>
        <w:gridCol w:w="4111"/>
        <w:gridCol w:w="184"/>
        <w:gridCol w:w="383"/>
        <w:gridCol w:w="3969"/>
      </w:tblGrid>
      <w:tr w:rsidR="00E01F83" w:rsidRPr="007534C7" w14:paraId="5D0F3D15" w14:textId="77777777" w:rsidTr="00FD7B8F"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BEEFFB" w14:textId="77777777" w:rsidR="00E01F83" w:rsidRDefault="00E01F83" w:rsidP="009603F4">
            <w:pPr>
              <w:jc w:val="both"/>
              <w:rPr>
                <w:b/>
              </w:rPr>
            </w:pPr>
            <w:r>
              <w:rPr>
                <w:b/>
              </w:rPr>
              <w:t>Προς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0978DB" w14:textId="77777777" w:rsidR="00E01F83" w:rsidRDefault="00E01F83" w:rsidP="00153F79">
            <w:pPr>
              <w:jc w:val="center"/>
            </w:pPr>
            <w:r>
              <w:t>: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6E2907" w14:textId="77777777" w:rsidR="00E01F83" w:rsidRPr="00E01F83" w:rsidRDefault="00E01F83" w:rsidP="00E01F83">
            <w:pPr>
              <w:rPr>
                <w:b/>
              </w:rPr>
            </w:pPr>
            <w:r w:rsidRPr="00E01F83">
              <w:rPr>
                <w:b/>
              </w:rPr>
              <w:t>ΑΑΔΕ</w:t>
            </w:r>
          </w:p>
          <w:p w14:paraId="34289F40" w14:textId="00064F16" w:rsidR="00E01F83" w:rsidRPr="00E01F83" w:rsidRDefault="00E01F83" w:rsidP="00E01F83">
            <w:pPr>
              <w:rPr>
                <w:b/>
              </w:rPr>
            </w:pPr>
            <w:r w:rsidRPr="00E01F83">
              <w:rPr>
                <w:b/>
              </w:rPr>
              <w:t>Γενική Δ/</w:t>
            </w:r>
            <w:proofErr w:type="spellStart"/>
            <w:r w:rsidRPr="00E01F83">
              <w:rPr>
                <w:b/>
              </w:rPr>
              <w:t>νση</w:t>
            </w:r>
            <w:proofErr w:type="spellEnd"/>
            <w:r w:rsidRPr="00E01F83">
              <w:rPr>
                <w:b/>
              </w:rPr>
              <w:t xml:space="preserve"> </w:t>
            </w:r>
            <w:r w:rsidR="007534C7">
              <w:rPr>
                <w:b/>
              </w:rPr>
              <w:t>Φορολογικών Λειτουργιών</w:t>
            </w:r>
          </w:p>
          <w:p w14:paraId="15722C73" w14:textId="5E096DE4" w:rsidR="00E01F83" w:rsidRPr="000779B9" w:rsidRDefault="00E01F83" w:rsidP="00E01F83">
            <w:pPr>
              <w:rPr>
                <w:b/>
              </w:rPr>
            </w:pPr>
            <w:r w:rsidRPr="00E01F83">
              <w:rPr>
                <w:b/>
              </w:rPr>
              <w:t>Δ/</w:t>
            </w:r>
            <w:proofErr w:type="spellStart"/>
            <w:r w:rsidRPr="00E01F83">
              <w:rPr>
                <w:b/>
              </w:rPr>
              <w:t>νση</w:t>
            </w:r>
            <w:proofErr w:type="spellEnd"/>
            <w:r w:rsidRPr="00E01F83">
              <w:rPr>
                <w:b/>
              </w:rPr>
              <w:t xml:space="preserve"> Επιχειρησιακού Σχεδιασμού Ελέγχων</w:t>
            </w:r>
            <w:r w:rsidR="000779B9" w:rsidRPr="000779B9">
              <w:rPr>
                <w:b/>
              </w:rPr>
              <w:t xml:space="preserve"> </w:t>
            </w:r>
            <w:r w:rsidR="000779B9">
              <w:rPr>
                <w:b/>
              </w:rPr>
              <w:t>– Τμήμα Δ’</w:t>
            </w:r>
          </w:p>
          <w:p w14:paraId="581FF538" w14:textId="094634D4" w:rsidR="00E01F83" w:rsidRPr="000779B9" w:rsidRDefault="00E01F83" w:rsidP="00E01F83">
            <w:pPr>
              <w:rPr>
                <w:lang w:val="en-US"/>
              </w:rPr>
            </w:pPr>
            <w:r w:rsidRPr="000779B9">
              <w:rPr>
                <w:b/>
                <w:lang w:val="en-US"/>
              </w:rPr>
              <w:t xml:space="preserve">E-mail: </w:t>
            </w:r>
            <w:r w:rsidR="000779B9">
              <w:rPr>
                <w:b/>
                <w:lang w:val="en-US"/>
              </w:rPr>
              <w:t>diesel04@aade.gr</w:t>
            </w:r>
          </w:p>
        </w:tc>
      </w:tr>
      <w:tr w:rsidR="009603F4" w14:paraId="67FB3EBC" w14:textId="77777777" w:rsidTr="00FD7B8F">
        <w:tc>
          <w:tcPr>
            <w:tcW w:w="4111" w:type="dxa"/>
            <w:tcBorders>
              <w:top w:val="single" w:sz="4" w:space="0" w:color="auto"/>
            </w:tcBorders>
          </w:tcPr>
          <w:p w14:paraId="2CA7435E" w14:textId="272B9D7B" w:rsidR="009603F4" w:rsidRPr="009603F4" w:rsidRDefault="00A9302E" w:rsidP="009603F4">
            <w:pPr>
              <w:jc w:val="both"/>
              <w:rPr>
                <w:b/>
              </w:rPr>
            </w:pPr>
            <w:r>
              <w:rPr>
                <w:b/>
              </w:rPr>
              <w:t>Όνομα ΔΦ</w:t>
            </w:r>
            <w:r w:rsidR="00AC457E">
              <w:rPr>
                <w:b/>
                <w:lang w:val="en-US"/>
              </w:rPr>
              <w:t>E</w:t>
            </w:r>
            <w:r>
              <w:rPr>
                <w:b/>
              </w:rPr>
              <w:t>Π</w:t>
            </w:r>
            <w:r w:rsidR="009603F4" w:rsidRPr="009603F4">
              <w:rPr>
                <w:b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14:paraId="27D046D7" w14:textId="77777777" w:rsidR="009603F4" w:rsidRDefault="009603F4" w:rsidP="00153F79">
            <w:pPr>
              <w:jc w:val="center"/>
            </w:pPr>
            <w:r>
              <w:t>: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7C3A69D6" w14:textId="77777777" w:rsidR="009603F4" w:rsidRDefault="009603F4" w:rsidP="00D56CCA"/>
        </w:tc>
      </w:tr>
      <w:tr w:rsidR="009603F4" w14:paraId="536B56EC" w14:textId="77777777" w:rsidTr="00D56CCA">
        <w:tc>
          <w:tcPr>
            <w:tcW w:w="4111" w:type="dxa"/>
          </w:tcPr>
          <w:p w14:paraId="2CA2A636" w14:textId="77777777" w:rsidR="009603F4" w:rsidRPr="009603F4" w:rsidRDefault="00A9302E" w:rsidP="009603F4">
            <w:pPr>
              <w:rPr>
                <w:b/>
              </w:rPr>
            </w:pPr>
            <w:r>
              <w:rPr>
                <w:b/>
              </w:rPr>
              <w:t>Ταχυδρομική Διεύθυνση</w:t>
            </w:r>
          </w:p>
        </w:tc>
        <w:tc>
          <w:tcPr>
            <w:tcW w:w="567" w:type="dxa"/>
            <w:gridSpan w:val="2"/>
          </w:tcPr>
          <w:p w14:paraId="76CF3F61" w14:textId="77777777" w:rsidR="009603F4" w:rsidRDefault="009603F4" w:rsidP="00153F79">
            <w:pPr>
              <w:jc w:val="center"/>
            </w:pPr>
          </w:p>
        </w:tc>
        <w:tc>
          <w:tcPr>
            <w:tcW w:w="3969" w:type="dxa"/>
          </w:tcPr>
          <w:p w14:paraId="07BF5D4F" w14:textId="77777777" w:rsidR="009603F4" w:rsidRDefault="009603F4" w:rsidP="00153F79">
            <w:pPr>
              <w:jc w:val="center"/>
            </w:pPr>
          </w:p>
        </w:tc>
      </w:tr>
      <w:tr w:rsidR="009603F4" w14:paraId="68F461E2" w14:textId="77777777" w:rsidTr="00D56CCA">
        <w:tc>
          <w:tcPr>
            <w:tcW w:w="4111" w:type="dxa"/>
          </w:tcPr>
          <w:p w14:paraId="57F2708D" w14:textId="77777777" w:rsidR="009603F4" w:rsidRDefault="009603F4" w:rsidP="009603F4">
            <w:r>
              <w:t>Ο</w:t>
            </w:r>
            <w:r w:rsidR="00A9302E">
              <w:t>δός</w:t>
            </w:r>
          </w:p>
        </w:tc>
        <w:tc>
          <w:tcPr>
            <w:tcW w:w="567" w:type="dxa"/>
            <w:gridSpan w:val="2"/>
          </w:tcPr>
          <w:p w14:paraId="0AD4C2BE" w14:textId="77777777" w:rsidR="009603F4" w:rsidRDefault="009603F4" w:rsidP="00153F79">
            <w:pPr>
              <w:jc w:val="center"/>
            </w:pPr>
            <w:r>
              <w:t>:</w:t>
            </w:r>
          </w:p>
        </w:tc>
        <w:tc>
          <w:tcPr>
            <w:tcW w:w="3969" w:type="dxa"/>
          </w:tcPr>
          <w:p w14:paraId="1F3FAD9F" w14:textId="77777777" w:rsidR="009603F4" w:rsidRDefault="009603F4" w:rsidP="00153F79">
            <w:pPr>
              <w:jc w:val="center"/>
            </w:pPr>
          </w:p>
        </w:tc>
      </w:tr>
      <w:tr w:rsidR="009603F4" w14:paraId="1282049F" w14:textId="77777777" w:rsidTr="00D56CCA">
        <w:tc>
          <w:tcPr>
            <w:tcW w:w="4111" w:type="dxa"/>
          </w:tcPr>
          <w:p w14:paraId="025C12FE" w14:textId="77777777" w:rsidR="009603F4" w:rsidRDefault="009603F4" w:rsidP="009603F4">
            <w:r>
              <w:t>Α</w:t>
            </w:r>
            <w:r w:rsidR="00A9302E">
              <w:t>ριθμός</w:t>
            </w:r>
          </w:p>
        </w:tc>
        <w:tc>
          <w:tcPr>
            <w:tcW w:w="567" w:type="dxa"/>
            <w:gridSpan w:val="2"/>
          </w:tcPr>
          <w:p w14:paraId="21513F5D" w14:textId="77777777" w:rsidR="009603F4" w:rsidRDefault="009603F4" w:rsidP="00153F79">
            <w:pPr>
              <w:jc w:val="center"/>
            </w:pPr>
            <w:r>
              <w:t>:</w:t>
            </w:r>
          </w:p>
        </w:tc>
        <w:tc>
          <w:tcPr>
            <w:tcW w:w="3969" w:type="dxa"/>
          </w:tcPr>
          <w:p w14:paraId="44F8A941" w14:textId="77777777" w:rsidR="009603F4" w:rsidRDefault="009603F4" w:rsidP="00153F79">
            <w:pPr>
              <w:jc w:val="center"/>
            </w:pPr>
          </w:p>
        </w:tc>
      </w:tr>
      <w:tr w:rsidR="009603F4" w14:paraId="0401C8A0" w14:textId="77777777" w:rsidTr="00D56CCA">
        <w:tc>
          <w:tcPr>
            <w:tcW w:w="4111" w:type="dxa"/>
          </w:tcPr>
          <w:p w14:paraId="20F811B8" w14:textId="77777777" w:rsidR="009603F4" w:rsidRDefault="009603F4" w:rsidP="009603F4">
            <w:r>
              <w:t>Τ</w:t>
            </w:r>
            <w:r w:rsidR="00A9302E">
              <w:t>αχυδρομικός Κώδικας</w:t>
            </w:r>
          </w:p>
        </w:tc>
        <w:tc>
          <w:tcPr>
            <w:tcW w:w="567" w:type="dxa"/>
            <w:gridSpan w:val="2"/>
          </w:tcPr>
          <w:p w14:paraId="67CC7E08" w14:textId="77777777" w:rsidR="009603F4" w:rsidRDefault="009603F4" w:rsidP="00153F79">
            <w:pPr>
              <w:jc w:val="center"/>
            </w:pPr>
            <w:r>
              <w:t>:</w:t>
            </w:r>
          </w:p>
        </w:tc>
        <w:tc>
          <w:tcPr>
            <w:tcW w:w="3969" w:type="dxa"/>
          </w:tcPr>
          <w:p w14:paraId="2B0BEFF8" w14:textId="77777777" w:rsidR="009603F4" w:rsidRDefault="009603F4" w:rsidP="00153F79">
            <w:pPr>
              <w:jc w:val="center"/>
            </w:pPr>
          </w:p>
        </w:tc>
      </w:tr>
      <w:tr w:rsidR="009603F4" w14:paraId="6EAE4157" w14:textId="77777777" w:rsidTr="00D56CCA">
        <w:tc>
          <w:tcPr>
            <w:tcW w:w="4111" w:type="dxa"/>
          </w:tcPr>
          <w:p w14:paraId="537A5932" w14:textId="77777777" w:rsidR="009603F4" w:rsidRDefault="009603F4" w:rsidP="009603F4">
            <w:r>
              <w:t>Τ</w:t>
            </w:r>
            <w:r w:rsidR="00A9302E">
              <w:t>αχυδρομική Θυρίδα</w:t>
            </w:r>
          </w:p>
        </w:tc>
        <w:tc>
          <w:tcPr>
            <w:tcW w:w="567" w:type="dxa"/>
            <w:gridSpan w:val="2"/>
          </w:tcPr>
          <w:p w14:paraId="17BCC06A" w14:textId="77777777" w:rsidR="009603F4" w:rsidRDefault="009603F4" w:rsidP="00153F79">
            <w:pPr>
              <w:jc w:val="center"/>
            </w:pPr>
            <w:r>
              <w:t>:</w:t>
            </w:r>
          </w:p>
        </w:tc>
        <w:tc>
          <w:tcPr>
            <w:tcW w:w="3969" w:type="dxa"/>
          </w:tcPr>
          <w:p w14:paraId="3F2E4F8A" w14:textId="77777777" w:rsidR="009603F4" w:rsidRDefault="009603F4" w:rsidP="00153F79">
            <w:pPr>
              <w:jc w:val="center"/>
            </w:pPr>
          </w:p>
        </w:tc>
      </w:tr>
      <w:tr w:rsidR="009603F4" w14:paraId="6B9A8F3C" w14:textId="77777777" w:rsidTr="00D56CCA">
        <w:tc>
          <w:tcPr>
            <w:tcW w:w="4111" w:type="dxa"/>
          </w:tcPr>
          <w:p w14:paraId="2E0D8923" w14:textId="77777777" w:rsidR="009603F4" w:rsidRDefault="009603F4" w:rsidP="009603F4">
            <w:r>
              <w:t>Π</w:t>
            </w:r>
            <w:r w:rsidR="00A9302E">
              <w:t>όλη</w:t>
            </w:r>
          </w:p>
        </w:tc>
        <w:tc>
          <w:tcPr>
            <w:tcW w:w="567" w:type="dxa"/>
            <w:gridSpan w:val="2"/>
          </w:tcPr>
          <w:p w14:paraId="5852D828" w14:textId="77777777" w:rsidR="009603F4" w:rsidRDefault="009603F4" w:rsidP="00153F79">
            <w:pPr>
              <w:jc w:val="center"/>
            </w:pPr>
            <w:r>
              <w:t>:</w:t>
            </w:r>
          </w:p>
        </w:tc>
        <w:tc>
          <w:tcPr>
            <w:tcW w:w="3969" w:type="dxa"/>
          </w:tcPr>
          <w:p w14:paraId="7D3B6B91" w14:textId="77777777" w:rsidR="009603F4" w:rsidRDefault="009603F4" w:rsidP="00153F79">
            <w:pPr>
              <w:jc w:val="center"/>
            </w:pPr>
          </w:p>
        </w:tc>
      </w:tr>
      <w:tr w:rsidR="009603F4" w14:paraId="3670BA16" w14:textId="77777777" w:rsidTr="00D56CCA">
        <w:tc>
          <w:tcPr>
            <w:tcW w:w="4111" w:type="dxa"/>
          </w:tcPr>
          <w:p w14:paraId="2375F0DA" w14:textId="77777777" w:rsidR="009603F4" w:rsidRPr="00FC562E" w:rsidRDefault="009603F4" w:rsidP="009603F4">
            <w:r w:rsidRPr="00FC562E">
              <w:t>Π</w:t>
            </w:r>
            <w:r w:rsidR="00A9302E" w:rsidRPr="00FC562E">
              <w:t>εριφερειακή Ενότητα</w:t>
            </w:r>
          </w:p>
        </w:tc>
        <w:tc>
          <w:tcPr>
            <w:tcW w:w="567" w:type="dxa"/>
            <w:gridSpan w:val="2"/>
          </w:tcPr>
          <w:p w14:paraId="7EA59F00" w14:textId="77777777" w:rsidR="009603F4" w:rsidRDefault="009603F4" w:rsidP="00153F79">
            <w:pPr>
              <w:jc w:val="center"/>
            </w:pPr>
            <w:r>
              <w:t>:</w:t>
            </w:r>
          </w:p>
        </w:tc>
        <w:tc>
          <w:tcPr>
            <w:tcW w:w="3969" w:type="dxa"/>
          </w:tcPr>
          <w:p w14:paraId="32D1D1F7" w14:textId="77777777" w:rsidR="009603F4" w:rsidRDefault="009603F4" w:rsidP="00153F79">
            <w:pPr>
              <w:jc w:val="center"/>
            </w:pPr>
          </w:p>
        </w:tc>
      </w:tr>
      <w:tr w:rsidR="009603F4" w14:paraId="0CF158B8" w14:textId="77777777" w:rsidTr="00D56CCA">
        <w:tc>
          <w:tcPr>
            <w:tcW w:w="4111" w:type="dxa"/>
          </w:tcPr>
          <w:p w14:paraId="1D9FB12A" w14:textId="77777777" w:rsidR="009603F4" w:rsidRPr="00FC562E" w:rsidRDefault="00A9302E" w:rsidP="009603F4">
            <w:r w:rsidRPr="00FC562E">
              <w:t>Κωδικός Χώρας</w:t>
            </w:r>
          </w:p>
        </w:tc>
        <w:tc>
          <w:tcPr>
            <w:tcW w:w="567" w:type="dxa"/>
            <w:gridSpan w:val="2"/>
          </w:tcPr>
          <w:p w14:paraId="125C6390" w14:textId="77777777" w:rsidR="009603F4" w:rsidRDefault="009603F4" w:rsidP="00153F79">
            <w:pPr>
              <w:jc w:val="center"/>
            </w:pPr>
            <w:r>
              <w:t>:</w:t>
            </w:r>
          </w:p>
        </w:tc>
        <w:tc>
          <w:tcPr>
            <w:tcW w:w="3969" w:type="dxa"/>
          </w:tcPr>
          <w:p w14:paraId="7D6453D7" w14:textId="77777777" w:rsidR="009603F4" w:rsidRDefault="009603F4" w:rsidP="00153F79">
            <w:pPr>
              <w:jc w:val="center"/>
            </w:pPr>
          </w:p>
        </w:tc>
      </w:tr>
      <w:tr w:rsidR="009603F4" w14:paraId="041E2F01" w14:textId="77777777" w:rsidTr="00D56CCA">
        <w:tc>
          <w:tcPr>
            <w:tcW w:w="4111" w:type="dxa"/>
          </w:tcPr>
          <w:p w14:paraId="21E536D4" w14:textId="77777777" w:rsidR="009603F4" w:rsidRPr="00112BF5" w:rsidRDefault="009603F4" w:rsidP="009603F4">
            <w:pPr>
              <w:rPr>
                <w:b/>
              </w:rPr>
            </w:pPr>
            <w:r w:rsidRPr="00112BF5">
              <w:rPr>
                <w:b/>
              </w:rPr>
              <w:t>ΑΦΜ</w:t>
            </w:r>
            <w:r w:rsidR="001A283B" w:rsidRPr="00112BF5">
              <w:rPr>
                <w:rStyle w:val="a5"/>
                <w:b/>
              </w:rPr>
              <w:footnoteReference w:id="1"/>
            </w:r>
          </w:p>
        </w:tc>
        <w:tc>
          <w:tcPr>
            <w:tcW w:w="567" w:type="dxa"/>
            <w:gridSpan w:val="2"/>
          </w:tcPr>
          <w:p w14:paraId="71752E64" w14:textId="77777777" w:rsidR="009603F4" w:rsidRDefault="009603F4" w:rsidP="00153F79">
            <w:pPr>
              <w:jc w:val="center"/>
            </w:pPr>
            <w:r>
              <w:t>:</w:t>
            </w:r>
          </w:p>
        </w:tc>
        <w:tc>
          <w:tcPr>
            <w:tcW w:w="3969" w:type="dxa"/>
          </w:tcPr>
          <w:p w14:paraId="3781A831" w14:textId="77777777" w:rsidR="009603F4" w:rsidRDefault="009603F4" w:rsidP="00153F79">
            <w:pPr>
              <w:jc w:val="center"/>
            </w:pPr>
          </w:p>
        </w:tc>
      </w:tr>
      <w:tr w:rsidR="009603F4" w14:paraId="5F7AE357" w14:textId="77777777" w:rsidTr="00D56CCA">
        <w:tc>
          <w:tcPr>
            <w:tcW w:w="4111" w:type="dxa"/>
          </w:tcPr>
          <w:p w14:paraId="14FDEC9E" w14:textId="77777777" w:rsidR="009603F4" w:rsidRPr="00112BF5" w:rsidRDefault="009603F4" w:rsidP="009603F4">
            <w:r w:rsidRPr="00112BF5">
              <w:t>Χ</w:t>
            </w:r>
            <w:r w:rsidR="00A9302E" w:rsidRPr="00112BF5">
              <w:t>ώρα Έκδοσης</w:t>
            </w:r>
            <w:r w:rsidR="001A283B" w:rsidRPr="00112BF5">
              <w:rPr>
                <w:rStyle w:val="a5"/>
              </w:rPr>
              <w:footnoteReference w:id="2"/>
            </w:r>
          </w:p>
        </w:tc>
        <w:tc>
          <w:tcPr>
            <w:tcW w:w="567" w:type="dxa"/>
            <w:gridSpan w:val="2"/>
          </w:tcPr>
          <w:p w14:paraId="6C6B262A" w14:textId="77777777" w:rsidR="009603F4" w:rsidRDefault="009603F4" w:rsidP="00153F79">
            <w:pPr>
              <w:jc w:val="center"/>
            </w:pPr>
            <w:r>
              <w:t>:</w:t>
            </w:r>
          </w:p>
        </w:tc>
        <w:tc>
          <w:tcPr>
            <w:tcW w:w="3969" w:type="dxa"/>
          </w:tcPr>
          <w:p w14:paraId="65A3FF02" w14:textId="77777777" w:rsidR="009603F4" w:rsidRDefault="009603F4" w:rsidP="00153F79">
            <w:pPr>
              <w:jc w:val="center"/>
            </w:pPr>
          </w:p>
        </w:tc>
      </w:tr>
      <w:tr w:rsidR="009603F4" w14:paraId="756D9C02" w14:textId="77777777" w:rsidTr="00D56CCA">
        <w:tc>
          <w:tcPr>
            <w:tcW w:w="4111" w:type="dxa"/>
          </w:tcPr>
          <w:p w14:paraId="087064DD" w14:textId="77777777" w:rsidR="009603F4" w:rsidRPr="00112BF5" w:rsidRDefault="00EA2898" w:rsidP="009603F4">
            <w:pPr>
              <w:rPr>
                <w:b/>
              </w:rPr>
            </w:pPr>
            <w:r w:rsidRPr="00112BF5">
              <w:rPr>
                <w:b/>
              </w:rPr>
              <w:t>Η</w:t>
            </w:r>
            <w:r w:rsidR="00A9302E" w:rsidRPr="00112BF5">
              <w:rPr>
                <w:b/>
              </w:rPr>
              <w:t>λεκτρονική Διεύθυνση</w:t>
            </w:r>
            <w:r w:rsidR="001A283B" w:rsidRPr="00112BF5">
              <w:rPr>
                <w:rStyle w:val="a5"/>
                <w:b/>
              </w:rPr>
              <w:footnoteReference w:id="3"/>
            </w:r>
          </w:p>
        </w:tc>
        <w:tc>
          <w:tcPr>
            <w:tcW w:w="567" w:type="dxa"/>
            <w:gridSpan w:val="2"/>
          </w:tcPr>
          <w:p w14:paraId="5ADA271C" w14:textId="77777777" w:rsidR="009603F4" w:rsidRDefault="00EA2898" w:rsidP="00153F79">
            <w:pPr>
              <w:jc w:val="center"/>
            </w:pPr>
            <w:r>
              <w:t>:</w:t>
            </w:r>
          </w:p>
        </w:tc>
        <w:tc>
          <w:tcPr>
            <w:tcW w:w="3969" w:type="dxa"/>
          </w:tcPr>
          <w:p w14:paraId="7E1B392E" w14:textId="77777777" w:rsidR="009603F4" w:rsidRDefault="009603F4" w:rsidP="00153F79">
            <w:pPr>
              <w:jc w:val="center"/>
            </w:pPr>
          </w:p>
        </w:tc>
      </w:tr>
      <w:tr w:rsidR="009603F4" w14:paraId="6526654F" w14:textId="77777777" w:rsidTr="00D56CCA">
        <w:tc>
          <w:tcPr>
            <w:tcW w:w="4111" w:type="dxa"/>
          </w:tcPr>
          <w:p w14:paraId="0906F423" w14:textId="77777777" w:rsidR="009603F4" w:rsidRPr="00112BF5" w:rsidRDefault="00EA2898" w:rsidP="009603F4">
            <w:pPr>
              <w:rPr>
                <w:b/>
              </w:rPr>
            </w:pPr>
            <w:r w:rsidRPr="00112BF5">
              <w:rPr>
                <w:b/>
              </w:rPr>
              <w:t>Ι</w:t>
            </w:r>
            <w:r w:rsidR="00A9302E" w:rsidRPr="00112BF5">
              <w:rPr>
                <w:b/>
              </w:rPr>
              <w:t>στοσελίδα</w:t>
            </w:r>
            <w:r w:rsidR="00A9302E" w:rsidRPr="00112BF5">
              <w:rPr>
                <w:rStyle w:val="a5"/>
                <w:b/>
              </w:rPr>
              <w:footnoteReference w:id="4"/>
            </w:r>
          </w:p>
        </w:tc>
        <w:tc>
          <w:tcPr>
            <w:tcW w:w="567" w:type="dxa"/>
            <w:gridSpan w:val="2"/>
          </w:tcPr>
          <w:p w14:paraId="6AD09C7B" w14:textId="77777777" w:rsidR="009603F4" w:rsidRDefault="00EA2898" w:rsidP="00153F79">
            <w:pPr>
              <w:jc w:val="center"/>
            </w:pPr>
            <w:r>
              <w:t>:</w:t>
            </w:r>
          </w:p>
        </w:tc>
        <w:tc>
          <w:tcPr>
            <w:tcW w:w="3969" w:type="dxa"/>
          </w:tcPr>
          <w:p w14:paraId="60101C9C" w14:textId="77777777" w:rsidR="009603F4" w:rsidRDefault="009603F4" w:rsidP="00153F79">
            <w:pPr>
              <w:jc w:val="center"/>
            </w:pPr>
          </w:p>
        </w:tc>
      </w:tr>
      <w:tr w:rsidR="009603F4" w14:paraId="34A07891" w14:textId="77777777" w:rsidTr="00FD7B8F">
        <w:tc>
          <w:tcPr>
            <w:tcW w:w="4111" w:type="dxa"/>
            <w:tcBorders>
              <w:bottom w:val="single" w:sz="4" w:space="0" w:color="auto"/>
            </w:tcBorders>
          </w:tcPr>
          <w:p w14:paraId="0D098356" w14:textId="77777777" w:rsidR="009603F4" w:rsidRPr="009603F4" w:rsidRDefault="00A9302E" w:rsidP="009603F4">
            <w:pPr>
              <w:rPr>
                <w:highlight w:val="yellow"/>
              </w:rPr>
            </w:pPr>
            <w:r>
              <w:t xml:space="preserve">Δήλωση ΦΠΑ σύμφωνα με την παρ. 2(ε) της Ενότητας Δ’ του Τμήματος </w:t>
            </w:r>
            <w:r>
              <w:rPr>
                <w:lang w:val="en-US"/>
              </w:rPr>
              <w:t>IV</w:t>
            </w:r>
            <w:r w:rsidRPr="00A9302E">
              <w:t xml:space="preserve"> </w:t>
            </w:r>
            <w:r>
              <w:t xml:space="preserve">του Παραρτήματος </w:t>
            </w:r>
            <w:r>
              <w:rPr>
                <w:lang w:val="en-US"/>
              </w:rPr>
              <w:t>V</w:t>
            </w:r>
            <w:r w:rsidRPr="00A9302E">
              <w:t xml:space="preserve"> </w:t>
            </w:r>
            <w:r>
              <w:t>του ν.</w:t>
            </w:r>
            <w:r w:rsidRPr="00A9302E">
              <w:t xml:space="preserve"> 4170/2013</w:t>
            </w:r>
            <w:r>
              <w:t>, όπως τροποποιήθηκε με τις διατάξεις του ν. 5047/2023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4100227B" w14:textId="77777777" w:rsidR="009603F4" w:rsidRDefault="009603F4" w:rsidP="00153F79">
            <w:pPr>
              <w:jc w:val="center"/>
            </w:pPr>
          </w:p>
          <w:p w14:paraId="3D3790EA" w14:textId="77777777" w:rsidR="00A9302E" w:rsidRDefault="00A9302E" w:rsidP="00153F79">
            <w:pPr>
              <w:jc w:val="center"/>
            </w:pPr>
          </w:p>
          <w:p w14:paraId="17BF3EBF" w14:textId="77777777" w:rsidR="00A9302E" w:rsidRDefault="00A9302E" w:rsidP="00153F79">
            <w:pPr>
              <w:jc w:val="center"/>
            </w:pPr>
            <w:r w:rsidRPr="00A9302E"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Επιλογή1"/>
            <w:r w:rsidRPr="00A9302E">
              <w:instrText xml:space="preserve"> FORMCHECKBOX </w:instrText>
            </w:r>
            <w:r w:rsidR="00BD3094">
              <w:fldChar w:fldCharType="separate"/>
            </w:r>
            <w:r w:rsidRPr="00A9302E">
              <w:fldChar w:fldCharType="end"/>
            </w:r>
            <w:bookmarkEnd w:id="1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ED6E1C8" w14:textId="77777777" w:rsidR="009603F4" w:rsidRDefault="009603F4" w:rsidP="00153F79">
            <w:pPr>
              <w:jc w:val="center"/>
            </w:pPr>
          </w:p>
        </w:tc>
      </w:tr>
      <w:tr w:rsidR="009603F4" w14:paraId="5C441F9E" w14:textId="77777777" w:rsidTr="00FD7B8F">
        <w:tc>
          <w:tcPr>
            <w:tcW w:w="4111" w:type="dxa"/>
            <w:tcBorders>
              <w:bottom w:val="single" w:sz="4" w:space="0" w:color="auto"/>
            </w:tcBorders>
          </w:tcPr>
          <w:p w14:paraId="0B3E3463" w14:textId="77777777" w:rsidR="009603F4" w:rsidRPr="00A9302E" w:rsidRDefault="00A9302E" w:rsidP="009603F4">
            <w:pPr>
              <w:rPr>
                <w:highlight w:val="yellow"/>
              </w:rPr>
            </w:pPr>
            <w:r w:rsidRPr="00C07967">
              <w:t xml:space="preserve">Κράτη μέλη των οποίων είναι κάτοικοι οι Δηλωτέοι Πωλητές κατά την ενότητα Δ’ του Τμήματος ΙΙ του Παραρτήματος </w:t>
            </w:r>
            <w:r w:rsidRPr="00C07967">
              <w:rPr>
                <w:lang w:val="en-US"/>
              </w:rPr>
              <w:t>V</w:t>
            </w:r>
            <w:r w:rsidRPr="00C07967">
              <w:t xml:space="preserve"> του ν. 4170/2013, όπως τροποποιήθηκε με τις διατάξεις του ν. 5047/2023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6C6C680B" w14:textId="77777777" w:rsidR="009603F4" w:rsidRDefault="009603F4" w:rsidP="00153F79">
            <w:pPr>
              <w:jc w:val="center"/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5E06309" w14:textId="77777777" w:rsidR="009603F4" w:rsidRDefault="009603F4" w:rsidP="00153F79">
            <w:pPr>
              <w:jc w:val="center"/>
            </w:pPr>
          </w:p>
        </w:tc>
      </w:tr>
      <w:tr w:rsidR="00FD7B8F" w14:paraId="32957D8F" w14:textId="77777777" w:rsidTr="00FD7B8F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8856CD" w14:textId="77777777" w:rsidR="00FD7B8F" w:rsidRPr="00C07967" w:rsidRDefault="00FD7B8F" w:rsidP="009603F4"/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76F2A0" w14:textId="77777777" w:rsidR="00FD7B8F" w:rsidRDefault="00FD7B8F" w:rsidP="00153F79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46E394" w14:textId="77777777" w:rsidR="00FD7B8F" w:rsidRDefault="00FD7B8F" w:rsidP="00153F79">
            <w:pPr>
              <w:jc w:val="center"/>
            </w:pPr>
          </w:p>
        </w:tc>
      </w:tr>
      <w:tr w:rsidR="00C07967" w14:paraId="32762BE6" w14:textId="77777777" w:rsidTr="00FD7B8F">
        <w:trPr>
          <w:trHeight w:val="70"/>
        </w:trPr>
        <w:tc>
          <w:tcPr>
            <w:tcW w:w="86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7DD7F3" w14:textId="77777777" w:rsidR="00C07967" w:rsidRDefault="00C07967" w:rsidP="009603F4"/>
          <w:p w14:paraId="42D2602A" w14:textId="3B589F13" w:rsidR="00023553" w:rsidRPr="00023553" w:rsidRDefault="00023553" w:rsidP="00C07967">
            <w:pPr>
              <w:jc w:val="both"/>
            </w:pPr>
            <w:r>
              <w:t>Με την παρούσα δηλώνω</w:t>
            </w:r>
            <w:r w:rsidR="00B35C59">
              <w:t>,</w:t>
            </w:r>
            <w:r w:rsidR="004016DB">
              <w:t xml:space="preserve"> δυνάμει της </w:t>
            </w:r>
            <w:proofErr w:type="spellStart"/>
            <w:r w:rsidR="004016DB" w:rsidRPr="004016DB">
              <w:t>υποπερ</w:t>
            </w:r>
            <w:proofErr w:type="spellEnd"/>
            <w:r w:rsidR="004016DB" w:rsidRPr="004016DB">
              <w:t xml:space="preserve">. </w:t>
            </w:r>
            <w:proofErr w:type="spellStart"/>
            <w:r w:rsidR="004016DB" w:rsidRPr="004016DB">
              <w:t>βα</w:t>
            </w:r>
            <w:proofErr w:type="spellEnd"/>
            <w:r w:rsidR="004016DB" w:rsidRPr="004016DB">
              <w:t>’ της περ. β’ της παρ. 4 της Ενότητας Δ’ του Τμήματος IV του Παραρτήματος V του ν. 4170/2013</w:t>
            </w:r>
            <w:r w:rsidR="004016DB">
              <w:t xml:space="preserve"> και της παρ. 2(ε) του άρθρου 1 της υπ’ αριθ. </w:t>
            </w:r>
            <w:r w:rsidR="0062609A">
              <w:t>Α.1016/</w:t>
            </w:r>
            <w:r w:rsidR="0062609A" w:rsidRPr="008D49A3">
              <w:t>2024</w:t>
            </w:r>
            <w:r w:rsidR="004016DB" w:rsidRPr="008D49A3">
              <w:t xml:space="preserve"> </w:t>
            </w:r>
            <w:r w:rsidR="0062609A" w:rsidRPr="008D49A3">
              <w:t xml:space="preserve">(Β’ </w:t>
            </w:r>
            <w:r w:rsidR="008D49A3" w:rsidRPr="008D49A3">
              <w:t>745</w:t>
            </w:r>
            <w:r w:rsidR="0062609A" w:rsidRPr="008D49A3">
              <w:t xml:space="preserve">) </w:t>
            </w:r>
            <w:r w:rsidR="004016DB" w:rsidRPr="008D49A3">
              <w:t>απόφασης</w:t>
            </w:r>
            <w:r w:rsidR="004016DB">
              <w:t xml:space="preserve"> Διοικητή ΑΑΔΕ,</w:t>
            </w:r>
            <w:r>
              <w:t xml:space="preserve"> ότι </w:t>
            </w:r>
            <w:r w:rsidR="00E01F83">
              <w:t>ο αναφερόμενος Δηλών Φορέας Εκμετάλλευσης Πλατφόρμας, με α</w:t>
            </w:r>
            <w:r w:rsidR="004016DB">
              <w:t xml:space="preserve">τομικό αριθμό ταυτοποίησης […], </w:t>
            </w:r>
            <w:r>
              <w:t>δεν διεξάγ</w:t>
            </w:r>
            <w:r w:rsidR="004016DB">
              <w:t>ει</w:t>
            </w:r>
            <w:r>
              <w:t xml:space="preserve"> πλέον καμία δραστηριότητα ως Φορέας Εκμετάλλευσης Πλατφόρμας</w:t>
            </w:r>
            <w:r w:rsidR="004016DB">
              <w:t>.</w:t>
            </w:r>
          </w:p>
          <w:p w14:paraId="1BC011C3" w14:textId="77777777" w:rsidR="00C07967" w:rsidRPr="00C07967" w:rsidRDefault="002D5E6C" w:rsidP="00C07967">
            <w:pPr>
              <w:jc w:val="both"/>
            </w:pPr>
            <w:r>
              <w:t xml:space="preserve"> </w:t>
            </w:r>
          </w:p>
        </w:tc>
      </w:tr>
      <w:tr w:rsidR="00C07967" w14:paraId="4E1F88E3" w14:textId="77777777" w:rsidTr="00D56CCA">
        <w:tc>
          <w:tcPr>
            <w:tcW w:w="4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EEA06" w14:textId="77777777" w:rsidR="00C07967" w:rsidRDefault="00C07967" w:rsidP="009603F4">
            <w:r>
              <w:t xml:space="preserve"> </w:t>
            </w:r>
          </w:p>
          <w:p w14:paraId="71E4CF5A" w14:textId="77777777" w:rsidR="002D5E6C" w:rsidRDefault="002D5E6C" w:rsidP="009603F4"/>
          <w:p w14:paraId="71F3B48A" w14:textId="77777777" w:rsidR="002D5E6C" w:rsidRDefault="002D5E6C" w:rsidP="009603F4"/>
          <w:p w14:paraId="2D621449" w14:textId="77777777" w:rsidR="00C07967" w:rsidRDefault="00C07967" w:rsidP="009603F4">
            <w:r>
              <w:t xml:space="preserve">Ο/Η </w:t>
            </w:r>
            <w:r w:rsidR="00023553">
              <w:t>Δηλών</w:t>
            </w:r>
            <w:r>
              <w:t>/-ούσα</w:t>
            </w:r>
          </w:p>
          <w:p w14:paraId="26B0FBA1" w14:textId="77777777" w:rsidR="00D56CCA" w:rsidRDefault="00D56CCA" w:rsidP="009603F4"/>
          <w:p w14:paraId="6EB2116C" w14:textId="77777777" w:rsidR="00D56CCA" w:rsidRDefault="00D56CCA" w:rsidP="009603F4"/>
          <w:p w14:paraId="40535671" w14:textId="77777777" w:rsidR="00D56CCA" w:rsidRDefault="00D56CCA" w:rsidP="009603F4"/>
          <w:p w14:paraId="582810C7" w14:textId="77777777" w:rsidR="002D5E6C" w:rsidRDefault="002D5E6C" w:rsidP="009603F4"/>
          <w:p w14:paraId="1418996F" w14:textId="77777777" w:rsidR="002D5E6C" w:rsidRDefault="002D5E6C" w:rsidP="009603F4"/>
          <w:p w14:paraId="0EC2E376" w14:textId="77777777" w:rsidR="002D5E6C" w:rsidRDefault="002D5E6C" w:rsidP="009603F4"/>
          <w:p w14:paraId="659CD8D1" w14:textId="77777777" w:rsidR="002D5E6C" w:rsidRDefault="002D5E6C" w:rsidP="009603F4"/>
        </w:tc>
        <w:tc>
          <w:tcPr>
            <w:tcW w:w="4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36B78C" w14:textId="77777777" w:rsidR="00C07967" w:rsidRDefault="00C07967" w:rsidP="009603F4"/>
          <w:p w14:paraId="472C45BC" w14:textId="77777777" w:rsidR="002D5E6C" w:rsidRDefault="002D5E6C" w:rsidP="009603F4"/>
          <w:p w14:paraId="087C08E7" w14:textId="77777777" w:rsidR="002D5E6C" w:rsidRDefault="002D5E6C" w:rsidP="009603F4"/>
          <w:p w14:paraId="196E43F6" w14:textId="77777777" w:rsidR="00C07967" w:rsidRDefault="00C07967" w:rsidP="009603F4">
            <w:r>
              <w:t>Ημερομηνία:</w:t>
            </w:r>
            <w:r w:rsidR="00D56CCA">
              <w:t xml:space="preserve"> …………………………………………….</w:t>
            </w:r>
          </w:p>
          <w:p w14:paraId="3631F721" w14:textId="77777777" w:rsidR="00D56CCA" w:rsidRDefault="00D56CCA" w:rsidP="009603F4"/>
          <w:p w14:paraId="35E280C2" w14:textId="77777777" w:rsidR="00D56CCA" w:rsidRDefault="00D56CCA" w:rsidP="009603F4"/>
          <w:p w14:paraId="4D726F2A" w14:textId="77777777" w:rsidR="00D56CCA" w:rsidRDefault="00D56CCA" w:rsidP="009603F4"/>
          <w:p w14:paraId="3A1F6C2F" w14:textId="77777777" w:rsidR="00D56CCA" w:rsidRDefault="00D56CCA" w:rsidP="009603F4"/>
          <w:p w14:paraId="62861D51" w14:textId="77777777" w:rsidR="00D56CCA" w:rsidRDefault="00D56CCA" w:rsidP="009603F4"/>
        </w:tc>
      </w:tr>
    </w:tbl>
    <w:p w14:paraId="2AD34BDA" w14:textId="77777777" w:rsidR="008A50DA" w:rsidRDefault="008A50DA" w:rsidP="008A50DA">
      <w:pPr>
        <w:jc w:val="both"/>
      </w:pPr>
    </w:p>
    <w:p w14:paraId="0711A671" w14:textId="77777777" w:rsidR="008A50DA" w:rsidRDefault="008A50DA" w:rsidP="008A50DA">
      <w:pPr>
        <w:jc w:val="center"/>
      </w:pPr>
    </w:p>
    <w:p w14:paraId="4B2AF206" w14:textId="77777777" w:rsidR="008A50DA" w:rsidRDefault="008A50DA" w:rsidP="008A50DA">
      <w:pPr>
        <w:jc w:val="center"/>
      </w:pPr>
    </w:p>
    <w:p w14:paraId="4993BA21" w14:textId="77777777" w:rsidR="008A50DA" w:rsidRDefault="008A50DA" w:rsidP="008A50DA">
      <w:pPr>
        <w:jc w:val="center"/>
      </w:pPr>
    </w:p>
    <w:p w14:paraId="435857AF" w14:textId="77777777" w:rsidR="008A50DA" w:rsidRDefault="008A50DA" w:rsidP="008A50DA">
      <w:pPr>
        <w:jc w:val="center"/>
      </w:pPr>
    </w:p>
    <w:p w14:paraId="2F28AA4B" w14:textId="77777777" w:rsidR="008A50DA" w:rsidRDefault="008A50DA" w:rsidP="008A50DA">
      <w:pPr>
        <w:jc w:val="center"/>
      </w:pPr>
    </w:p>
    <w:p w14:paraId="4619D14B" w14:textId="77777777" w:rsidR="008A50DA" w:rsidRDefault="008A50DA" w:rsidP="008A50DA">
      <w:pPr>
        <w:jc w:val="center"/>
      </w:pPr>
    </w:p>
    <w:p w14:paraId="677F001D" w14:textId="77777777" w:rsidR="008A50DA" w:rsidRDefault="008A50DA" w:rsidP="008A50DA">
      <w:pPr>
        <w:jc w:val="center"/>
      </w:pPr>
    </w:p>
    <w:p w14:paraId="0E343886" w14:textId="65485CC0" w:rsidR="008A50DA" w:rsidRDefault="008A50DA" w:rsidP="008A50DA">
      <w:pPr>
        <w:jc w:val="center"/>
      </w:pPr>
    </w:p>
    <w:p w14:paraId="241B201F" w14:textId="3FAC0E18" w:rsidR="0062609A" w:rsidRDefault="0062609A" w:rsidP="008A50DA">
      <w:pPr>
        <w:jc w:val="center"/>
      </w:pPr>
    </w:p>
    <w:p w14:paraId="46A57779" w14:textId="54E5451B" w:rsidR="0062609A" w:rsidRDefault="0062609A" w:rsidP="008A50DA">
      <w:pPr>
        <w:jc w:val="center"/>
      </w:pPr>
    </w:p>
    <w:p w14:paraId="7A990914" w14:textId="5BFE3029" w:rsidR="0062609A" w:rsidRDefault="0062609A" w:rsidP="008A50DA">
      <w:pPr>
        <w:jc w:val="center"/>
      </w:pPr>
    </w:p>
    <w:p w14:paraId="418A8450" w14:textId="7A02CEB8" w:rsidR="0062609A" w:rsidRDefault="0062609A" w:rsidP="008A50DA">
      <w:pPr>
        <w:jc w:val="center"/>
      </w:pPr>
    </w:p>
    <w:p w14:paraId="58C16AFE" w14:textId="0F327FBF" w:rsidR="0062609A" w:rsidRDefault="0062609A" w:rsidP="008A50DA">
      <w:pPr>
        <w:jc w:val="center"/>
      </w:pPr>
    </w:p>
    <w:p w14:paraId="1F5B8453" w14:textId="14F03800" w:rsidR="0062609A" w:rsidRDefault="0062609A" w:rsidP="008A50DA">
      <w:pPr>
        <w:jc w:val="center"/>
      </w:pPr>
    </w:p>
    <w:p w14:paraId="5EA1154A" w14:textId="64BAA80C" w:rsidR="0062609A" w:rsidRDefault="0062609A" w:rsidP="008A50DA">
      <w:pPr>
        <w:jc w:val="center"/>
      </w:pPr>
    </w:p>
    <w:p w14:paraId="046913F2" w14:textId="27E9F046" w:rsidR="008A50DA" w:rsidRDefault="008A50DA" w:rsidP="008A50DA">
      <w:pPr>
        <w:jc w:val="center"/>
      </w:pPr>
    </w:p>
    <w:p w14:paraId="54B37A9B" w14:textId="77777777" w:rsidR="00FD7B8F" w:rsidRDefault="00FD7B8F" w:rsidP="008A50DA">
      <w:pPr>
        <w:jc w:val="center"/>
      </w:pPr>
    </w:p>
    <w:p w14:paraId="4E2EE548" w14:textId="77777777" w:rsidR="008A50DA" w:rsidRPr="008A50DA" w:rsidRDefault="008A50DA" w:rsidP="008A5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8A50DA">
        <w:rPr>
          <w:b/>
        </w:rPr>
        <w:t>Δήλωση Αποποίησης Ευθύνης</w:t>
      </w:r>
    </w:p>
    <w:p w14:paraId="781EE819" w14:textId="6DC207D4" w:rsidR="00B932F9" w:rsidRPr="00127381" w:rsidRDefault="008A50DA" w:rsidP="008A5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8A50DA">
        <w:rPr>
          <w:b/>
        </w:rPr>
        <w:t xml:space="preserve">Το παρόν </w:t>
      </w:r>
      <w:r>
        <w:rPr>
          <w:b/>
        </w:rPr>
        <w:t>υποβάλλεται</w:t>
      </w:r>
      <w:r w:rsidRPr="008A50DA">
        <w:rPr>
          <w:b/>
        </w:rPr>
        <w:t xml:space="preserve"> για σκοπούς </w:t>
      </w:r>
      <w:r w:rsidR="008D49A3">
        <w:rPr>
          <w:b/>
        </w:rPr>
        <w:t>διαγραφής</w:t>
      </w:r>
      <w:r>
        <w:rPr>
          <w:b/>
        </w:rPr>
        <w:t xml:space="preserve"> </w:t>
      </w:r>
      <w:r w:rsidR="008D49A3">
        <w:rPr>
          <w:b/>
        </w:rPr>
        <w:t xml:space="preserve">από </w:t>
      </w:r>
      <w:r>
        <w:rPr>
          <w:b/>
        </w:rPr>
        <w:t xml:space="preserve">το </w:t>
      </w:r>
      <w:r w:rsidR="00FD7B8F">
        <w:rPr>
          <w:b/>
        </w:rPr>
        <w:t>κ</w:t>
      </w:r>
      <w:r>
        <w:rPr>
          <w:b/>
        </w:rPr>
        <w:t xml:space="preserve">εντρικό </w:t>
      </w:r>
      <w:r w:rsidR="00FD7B8F">
        <w:rPr>
          <w:b/>
        </w:rPr>
        <w:t>μ</w:t>
      </w:r>
      <w:r>
        <w:rPr>
          <w:b/>
        </w:rPr>
        <w:t xml:space="preserve">ητρώο της Ευρωπαϊκής Επιτροπής στο πλαίσιο εφαρμογής του ν. 4170/2013 και της υπ’ αριθ. </w:t>
      </w:r>
      <w:r w:rsidR="00FD7B8F">
        <w:rPr>
          <w:b/>
        </w:rPr>
        <w:t>Α.1016/2024</w:t>
      </w:r>
      <w:r>
        <w:rPr>
          <w:b/>
        </w:rPr>
        <w:t xml:space="preserve"> απόφασης Διοικητή ΑΑΔΕ</w:t>
      </w:r>
      <w:r w:rsidRPr="008A50DA">
        <w:rPr>
          <w:b/>
        </w:rPr>
        <w:t xml:space="preserve">. </w:t>
      </w:r>
      <w:r>
        <w:rPr>
          <w:b/>
        </w:rPr>
        <w:t xml:space="preserve">Η </w:t>
      </w:r>
      <w:r w:rsidRPr="008A50DA">
        <w:rPr>
          <w:b/>
        </w:rPr>
        <w:t>ευθύνη για τη συμμόρφωση με</w:t>
      </w:r>
      <w:r w:rsidR="008D49A3">
        <w:rPr>
          <w:b/>
        </w:rPr>
        <w:t xml:space="preserve"> </w:t>
      </w:r>
      <w:r w:rsidRPr="008A50DA">
        <w:rPr>
          <w:b/>
        </w:rPr>
        <w:t xml:space="preserve">τους κανόνες δέουσας επιμέλειας και υποβολής πληροφοριών σύμφωνα με </w:t>
      </w:r>
      <w:r w:rsidR="00127381">
        <w:rPr>
          <w:b/>
        </w:rPr>
        <w:t>τα οριζόμενα στο ως άνω νομικό εξακολουθεί να βαρύνει τον Δηλούντα Φορέα Εκμετάλλευσης Πλατφόρμας.</w:t>
      </w:r>
    </w:p>
    <w:sectPr w:rsidR="00B932F9" w:rsidRPr="00127381" w:rsidSect="00D56CCA">
      <w:pgSz w:w="11906" w:h="16838"/>
      <w:pgMar w:top="851" w:right="1800" w:bottom="851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08CAD8" w14:textId="77777777" w:rsidR="00BD3094" w:rsidRDefault="00BD3094" w:rsidP="001A283B">
      <w:pPr>
        <w:spacing w:after="0" w:line="240" w:lineRule="auto"/>
      </w:pPr>
      <w:r>
        <w:separator/>
      </w:r>
    </w:p>
  </w:endnote>
  <w:endnote w:type="continuationSeparator" w:id="0">
    <w:p w14:paraId="3E5FC90B" w14:textId="77777777" w:rsidR="00BD3094" w:rsidRDefault="00BD3094" w:rsidP="001A2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64092A" w14:textId="77777777" w:rsidR="00BD3094" w:rsidRDefault="00BD3094" w:rsidP="001A283B">
      <w:pPr>
        <w:spacing w:after="0" w:line="240" w:lineRule="auto"/>
      </w:pPr>
      <w:r>
        <w:separator/>
      </w:r>
    </w:p>
  </w:footnote>
  <w:footnote w:type="continuationSeparator" w:id="0">
    <w:p w14:paraId="69649CB2" w14:textId="77777777" w:rsidR="00BD3094" w:rsidRDefault="00BD3094" w:rsidP="001A283B">
      <w:pPr>
        <w:spacing w:after="0" w:line="240" w:lineRule="auto"/>
      </w:pPr>
      <w:r>
        <w:continuationSeparator/>
      </w:r>
    </w:p>
  </w:footnote>
  <w:footnote w:id="1">
    <w:p w14:paraId="4A942A44" w14:textId="77777777" w:rsidR="00112BF5" w:rsidRDefault="00112BF5" w:rsidP="00FD7B8F">
      <w:pPr>
        <w:pStyle w:val="a4"/>
        <w:jc w:val="both"/>
      </w:pPr>
      <w:r>
        <w:rPr>
          <w:rStyle w:val="a5"/>
        </w:rPr>
        <w:footnoteRef/>
      </w:r>
      <w:r>
        <w:t xml:space="preserve"> Το πεδίο «ΑΦΜ» επαναλαμβάνεται για κάθε ΑΦΜ που έχει χορηγηθεί στον Δηλούντα Φορέα Εκμετάλλευσης Πλατφόρμας.</w:t>
      </w:r>
    </w:p>
  </w:footnote>
  <w:footnote w:id="2">
    <w:p w14:paraId="31263FF5" w14:textId="77777777" w:rsidR="00112BF5" w:rsidRDefault="00112BF5" w:rsidP="00FD7B8F">
      <w:pPr>
        <w:pStyle w:val="a4"/>
        <w:jc w:val="both"/>
      </w:pPr>
      <w:r>
        <w:rPr>
          <w:rStyle w:val="a5"/>
        </w:rPr>
        <w:footnoteRef/>
      </w:r>
      <w:r>
        <w:t xml:space="preserve"> Το πεδίο «Χώρα Έκδοσης» επαναλαμβάνεται για κάθε ΑΦΜ που έχει χορηγηθεί στον Δηλούντα Φορέα Εκμετάλλευσης Πλατφόρμας.</w:t>
      </w:r>
    </w:p>
  </w:footnote>
  <w:footnote w:id="3">
    <w:p w14:paraId="237057E6" w14:textId="2D70CAA3" w:rsidR="00112BF5" w:rsidRDefault="00112BF5" w:rsidP="00FD7B8F">
      <w:pPr>
        <w:pStyle w:val="a4"/>
        <w:jc w:val="both"/>
      </w:pPr>
      <w:r>
        <w:rPr>
          <w:rStyle w:val="a5"/>
        </w:rPr>
        <w:footnoteRef/>
      </w:r>
      <w:r>
        <w:t xml:space="preserve"> </w:t>
      </w:r>
      <w:r>
        <w:t>Το πεδίο «Ηλεκτρονική Διεύθυνση» επαναλαμβάνεται για κάθε μία από τις ηλεκτρονικές διευθύνσεις του Δηλούντ</w:t>
      </w:r>
      <w:r w:rsidR="007534C7">
        <w:t>ος</w:t>
      </w:r>
      <w:r>
        <w:t xml:space="preserve"> Φορέα Εκμετάλλευσης Πλατφόρμας.</w:t>
      </w:r>
    </w:p>
  </w:footnote>
  <w:footnote w:id="4">
    <w:p w14:paraId="27E8C762" w14:textId="5333055A" w:rsidR="00112BF5" w:rsidRDefault="00112BF5" w:rsidP="00FD7B8F">
      <w:pPr>
        <w:pStyle w:val="a4"/>
        <w:jc w:val="both"/>
      </w:pPr>
      <w:r>
        <w:rPr>
          <w:rStyle w:val="a5"/>
        </w:rPr>
        <w:footnoteRef/>
      </w:r>
      <w:r>
        <w:t xml:space="preserve"> Το πεδίο «Ιστοσελίδα» επαναλαμβάνεται για κάθε μία από τις ιστοσελίδες του </w:t>
      </w:r>
      <w:r>
        <w:t>Δηλούντ</w:t>
      </w:r>
      <w:r w:rsidR="007534C7">
        <w:t>ος</w:t>
      </w:r>
      <w:bookmarkStart w:id="0" w:name="_GoBack"/>
      <w:bookmarkEnd w:id="0"/>
      <w:r>
        <w:t xml:space="preserve"> Φορέα Εκμετάλλευσης Πλατφόρμας.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83B"/>
    <w:rsid w:val="00011BE5"/>
    <w:rsid w:val="00023553"/>
    <w:rsid w:val="000779B9"/>
    <w:rsid w:val="00112BF5"/>
    <w:rsid w:val="00127381"/>
    <w:rsid w:val="00153F79"/>
    <w:rsid w:val="001A283B"/>
    <w:rsid w:val="001F23D5"/>
    <w:rsid w:val="002535A7"/>
    <w:rsid w:val="002D5E6C"/>
    <w:rsid w:val="00401659"/>
    <w:rsid w:val="004016DB"/>
    <w:rsid w:val="00437EDB"/>
    <w:rsid w:val="00511C8A"/>
    <w:rsid w:val="005C432F"/>
    <w:rsid w:val="0062609A"/>
    <w:rsid w:val="0073006D"/>
    <w:rsid w:val="007534C7"/>
    <w:rsid w:val="007A26D3"/>
    <w:rsid w:val="00821DE1"/>
    <w:rsid w:val="008579D5"/>
    <w:rsid w:val="00893D85"/>
    <w:rsid w:val="008A50DA"/>
    <w:rsid w:val="008D49A3"/>
    <w:rsid w:val="008E62FA"/>
    <w:rsid w:val="008F7F90"/>
    <w:rsid w:val="009603F4"/>
    <w:rsid w:val="00985EDC"/>
    <w:rsid w:val="009E77E9"/>
    <w:rsid w:val="00A01D05"/>
    <w:rsid w:val="00A666E2"/>
    <w:rsid w:val="00A9302E"/>
    <w:rsid w:val="00AB6AA0"/>
    <w:rsid w:val="00AC457E"/>
    <w:rsid w:val="00B35C59"/>
    <w:rsid w:val="00B726B1"/>
    <w:rsid w:val="00B932F9"/>
    <w:rsid w:val="00BA46DD"/>
    <w:rsid w:val="00BD3094"/>
    <w:rsid w:val="00BE3BC7"/>
    <w:rsid w:val="00C07967"/>
    <w:rsid w:val="00CB624A"/>
    <w:rsid w:val="00D56CCA"/>
    <w:rsid w:val="00D8246E"/>
    <w:rsid w:val="00E01F83"/>
    <w:rsid w:val="00E3525E"/>
    <w:rsid w:val="00EA2898"/>
    <w:rsid w:val="00EC4592"/>
    <w:rsid w:val="00FB64DC"/>
    <w:rsid w:val="00FC562E"/>
    <w:rsid w:val="00FD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4FD68"/>
  <w15:chartTrackingRefBased/>
  <w15:docId w15:val="{0D778440-5ECC-4399-BEF6-69DA78B9F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Char"/>
    <w:uiPriority w:val="99"/>
    <w:semiHidden/>
    <w:unhideWhenUsed/>
    <w:rsid w:val="001A283B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4"/>
    <w:uiPriority w:val="99"/>
    <w:semiHidden/>
    <w:rsid w:val="001A283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A283B"/>
    <w:rPr>
      <w:vertAlign w:val="superscript"/>
    </w:rPr>
  </w:style>
  <w:style w:type="character" w:styleId="a6">
    <w:name w:val="annotation reference"/>
    <w:basedOn w:val="a0"/>
    <w:uiPriority w:val="99"/>
    <w:semiHidden/>
    <w:unhideWhenUsed/>
    <w:rsid w:val="008E62FA"/>
    <w:rPr>
      <w:sz w:val="16"/>
      <w:szCs w:val="16"/>
    </w:rPr>
  </w:style>
  <w:style w:type="paragraph" w:styleId="a7">
    <w:name w:val="annotation text"/>
    <w:basedOn w:val="a"/>
    <w:link w:val="Char0"/>
    <w:uiPriority w:val="99"/>
    <w:semiHidden/>
    <w:unhideWhenUsed/>
    <w:rsid w:val="008E62FA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basedOn w:val="a0"/>
    <w:link w:val="a7"/>
    <w:uiPriority w:val="99"/>
    <w:semiHidden/>
    <w:rsid w:val="008E62FA"/>
    <w:rPr>
      <w:sz w:val="20"/>
      <w:szCs w:val="20"/>
    </w:rPr>
  </w:style>
  <w:style w:type="paragraph" w:styleId="a8">
    <w:name w:val="annotation subject"/>
    <w:basedOn w:val="a7"/>
    <w:next w:val="a7"/>
    <w:link w:val="Char1"/>
    <w:uiPriority w:val="99"/>
    <w:semiHidden/>
    <w:unhideWhenUsed/>
    <w:rsid w:val="008E62FA"/>
    <w:rPr>
      <w:b/>
      <w:bCs/>
    </w:rPr>
  </w:style>
  <w:style w:type="character" w:customStyle="1" w:styleId="Char1">
    <w:name w:val="Θέμα σχολίου Char"/>
    <w:basedOn w:val="Char0"/>
    <w:link w:val="a8"/>
    <w:uiPriority w:val="99"/>
    <w:semiHidden/>
    <w:rsid w:val="008E62FA"/>
    <w:rPr>
      <w:b/>
      <w:bCs/>
      <w:sz w:val="20"/>
      <w:szCs w:val="20"/>
    </w:rPr>
  </w:style>
  <w:style w:type="paragraph" w:styleId="a9">
    <w:name w:val="Balloon Text"/>
    <w:basedOn w:val="a"/>
    <w:link w:val="Char2"/>
    <w:uiPriority w:val="99"/>
    <w:semiHidden/>
    <w:unhideWhenUsed/>
    <w:rsid w:val="008E62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9"/>
    <w:uiPriority w:val="99"/>
    <w:semiHidden/>
    <w:rsid w:val="008E62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zachariadou\Desktop\DAC%207_&#949;&#957;&#963;&#969;&#956;&#945;&#964;&#969;&#963;&#951;\&#931;&#935;&#917;&#916;&#921;&#927;%20&#913;&#928;&#927;&#934;&#913;&#931;&#919;&#931;%20Dac%207\&#933;&#928;&#927;&#916;&#917;&#921;&#915;&#924;&#913;&#932;&#913;\&#933;&#928;&#927;&#916;&#917;&#921;&#915;&#924;&#913;%201_&#913;&#921;&#932;&#919;&#924;&#913;%20&#922;&#913;&#932;&#913;&#935;&#937;&#929;&#921;&#931;&#919;&#931;%20.dot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C6BDA-4EE9-410C-BCB7-E67B80357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ΥΠΟΔΕΙΓΜΑ 1_ΑΙΤΗΜΑ ΚΑΤΑΧΩΡΙΣΗΣ </Template>
  <TotalTime>20</TotalTime>
  <Pages>2</Pages>
  <Words>304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Χριστίνα ΖΑΧΑΡΙΑΔΟΥ</dc:creator>
  <cp:keywords/>
  <dc:description/>
  <cp:lastModifiedBy>Χριστίνα ΖΑΧΑΡΙΑΔΟΥ</cp:lastModifiedBy>
  <cp:revision>17</cp:revision>
  <dcterms:created xsi:type="dcterms:W3CDTF">2023-12-07T13:48:00Z</dcterms:created>
  <dcterms:modified xsi:type="dcterms:W3CDTF">2024-02-12T07:41:00Z</dcterms:modified>
</cp:coreProperties>
</file>